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B289E" w14:textId="5D5A406D" w:rsidR="00400CE2" w:rsidRPr="00400CE2" w:rsidRDefault="00400CE2" w:rsidP="00400CE2">
      <w:pPr>
        <w:jc w:val="center"/>
        <w:rPr>
          <w:b/>
          <w:bCs/>
        </w:rPr>
      </w:pPr>
      <w:r w:rsidRPr="00400CE2">
        <w:rPr>
          <w:b/>
          <w:bCs/>
        </w:rPr>
        <w:t>ANEXO I</w:t>
      </w:r>
      <w:r>
        <w:rPr>
          <w:b/>
          <w:bCs/>
        </w:rPr>
        <w:t>II</w:t>
      </w:r>
    </w:p>
    <w:p w14:paraId="73D2141B" w14:textId="1D108375" w:rsidR="00400CE2" w:rsidRPr="00C15FF7" w:rsidRDefault="00400CE2" w:rsidP="00400CE2">
      <w:pPr>
        <w:ind w:left="-284" w:right="-427"/>
        <w:jc w:val="center"/>
        <w:rPr>
          <w:rFonts w:cs="Arial"/>
          <w:b/>
          <w:u w:val="single"/>
        </w:rPr>
      </w:pPr>
      <w:r>
        <w:rPr>
          <w:rFonts w:cs="Arial"/>
          <w:b/>
          <w:u w:val="single"/>
        </w:rPr>
        <w:t>DECLARACIÓN DE VERACIDAD</w:t>
      </w:r>
    </w:p>
    <w:p w14:paraId="0E635AE5" w14:textId="6F4DED69" w:rsidR="00400CE2" w:rsidRDefault="00400CE2" w:rsidP="00400CE2">
      <w:pPr>
        <w:rPr>
          <w:rFonts w:cs="Arial"/>
          <w:highlight w:val="yellow"/>
        </w:rPr>
      </w:pPr>
    </w:p>
    <w:p w14:paraId="1B99DA4B" w14:textId="77777777" w:rsidR="00400CE2" w:rsidRPr="004F611E" w:rsidRDefault="00400CE2" w:rsidP="00400CE2">
      <w:pPr>
        <w:rPr>
          <w:rFonts w:cs="Arial"/>
          <w:highlight w:val="yellow"/>
        </w:rPr>
      </w:pPr>
    </w:p>
    <w:p w14:paraId="27C9D731" w14:textId="77777777" w:rsidR="00400CE2" w:rsidRDefault="00400CE2" w:rsidP="00400CE2">
      <w:r>
        <w:t>Don / Dña. ___________________________________ con D.N.I. nº___________ como representante legal de la entidad _________________________, con N.I.F nº: ________</w:t>
      </w:r>
    </w:p>
    <w:p w14:paraId="6FE0FE57" w14:textId="77777777" w:rsidR="00400CE2" w:rsidRDefault="00400CE2" w:rsidP="00400CE2"/>
    <w:p w14:paraId="258A3C54" w14:textId="77777777" w:rsidR="00400CE2" w:rsidRPr="00400CE2" w:rsidRDefault="00400CE2" w:rsidP="00400CE2">
      <w:pPr>
        <w:rPr>
          <w:b/>
          <w:bCs/>
        </w:rPr>
      </w:pPr>
      <w:r w:rsidRPr="00400CE2">
        <w:rPr>
          <w:b/>
          <w:bCs/>
        </w:rPr>
        <w:t>DECLARA BAJO JURAMENTO / PROMESA:</w:t>
      </w:r>
    </w:p>
    <w:p w14:paraId="03495DB4" w14:textId="482E2BAC" w:rsidR="00400CE2" w:rsidRDefault="00400CE2" w:rsidP="00400CE2">
      <w:r>
        <w:t>a) Que los datos cumplimentados en respuesta al requerimiento del expediente SU/DTSA/</w:t>
      </w:r>
      <w:r w:rsidR="00857B0C">
        <w:t>002</w:t>
      </w:r>
      <w:r w:rsidRPr="00FA4ECC">
        <w:t>/2</w:t>
      </w:r>
      <w:r w:rsidR="007E189A">
        <w:t>5</w:t>
      </w:r>
      <w:r>
        <w:t>/FNSU 20</w:t>
      </w:r>
      <w:r w:rsidR="0036568A">
        <w:t>2</w:t>
      </w:r>
      <w:r w:rsidR="007E189A">
        <w:t>2</w:t>
      </w:r>
      <w:r>
        <w:t xml:space="preserve"> son ciertos, aceptando cualquier responsabilidad que se pueda derivar de su falsedad o inexactitud.</w:t>
      </w:r>
    </w:p>
    <w:p w14:paraId="7DAD53F5" w14:textId="77777777" w:rsidR="00400CE2" w:rsidRDefault="00400CE2" w:rsidP="00400CE2">
      <w:r>
        <w:t>b) Asimismo se compromete a poner a disposición de la Comisión Nacional de los Mercados y la Competencia toda aquella documentación que fuese necesaria para la verificación y comprobación de la veracidad de los datos aportados.</w:t>
      </w:r>
    </w:p>
    <w:p w14:paraId="17149F64" w14:textId="368B762B" w:rsidR="00400CE2" w:rsidRDefault="00400CE2" w:rsidP="00400CE2"/>
    <w:p w14:paraId="1F411395" w14:textId="4411C2E0" w:rsidR="00400CE2" w:rsidRDefault="00400CE2" w:rsidP="00400CE2"/>
    <w:p w14:paraId="786DF10D" w14:textId="77777777" w:rsidR="00400CE2" w:rsidRDefault="00400CE2" w:rsidP="00400CE2"/>
    <w:p w14:paraId="70537072" w14:textId="77777777" w:rsidR="00400CE2" w:rsidRDefault="00400CE2" w:rsidP="00400CE2"/>
    <w:p w14:paraId="0D338FE1" w14:textId="320A4418" w:rsidR="00400CE2" w:rsidRDefault="00400CE2" w:rsidP="00400CE2">
      <w:pPr>
        <w:jc w:val="right"/>
      </w:pPr>
      <w:r>
        <w:t>En ______________, a _____de ___________de 202</w:t>
      </w:r>
      <w:r w:rsidR="007E189A">
        <w:t>5</w:t>
      </w:r>
      <w:r>
        <w:t>.</w:t>
      </w:r>
    </w:p>
    <w:p w14:paraId="678713DC" w14:textId="77777777" w:rsidR="00400CE2" w:rsidRDefault="00400CE2" w:rsidP="00400CE2"/>
    <w:p w14:paraId="1152F84D" w14:textId="77777777" w:rsidR="00400CE2" w:rsidRDefault="00400CE2" w:rsidP="00400CE2">
      <w:pPr>
        <w:jc w:val="right"/>
      </w:pPr>
      <w:r>
        <w:t>Firma del representante legal y sello de la empresa,</w:t>
      </w:r>
    </w:p>
    <w:p w14:paraId="370C560C" w14:textId="77777777" w:rsidR="00400CE2" w:rsidRDefault="00400CE2" w:rsidP="00400CE2">
      <w:pPr>
        <w:jc w:val="right"/>
      </w:pPr>
      <w:r>
        <w:t xml:space="preserve"> o firma electrónica (lo que proceda, arts.13 y 14 Ley 39/2015)</w:t>
      </w:r>
    </w:p>
    <w:p w14:paraId="4C715B15" w14:textId="33C004E1" w:rsidR="00046FAE" w:rsidRPr="00046FAE" w:rsidRDefault="00046FAE" w:rsidP="00046FAE"/>
    <w:p w14:paraId="6887F3D1" w14:textId="77777777" w:rsidR="00046FAE" w:rsidRPr="00046FAE" w:rsidRDefault="00046FAE" w:rsidP="00046FAE">
      <w:pPr>
        <w:jc w:val="center"/>
      </w:pPr>
    </w:p>
    <w:sectPr w:rsidR="00046FAE" w:rsidRPr="00046FAE" w:rsidSect="008B0141">
      <w:headerReference w:type="default" r:id="rId11"/>
      <w:footerReference w:type="even" r:id="rId12"/>
      <w:footerReference w:type="default" r:id="rId13"/>
      <w:footerReference w:type="first" r:id="rId14"/>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554DF" w14:textId="77777777" w:rsidR="003C3E52" w:rsidRDefault="003C3E52" w:rsidP="008E00FE">
      <w:pPr>
        <w:spacing w:before="0" w:after="0" w:line="240" w:lineRule="auto"/>
      </w:pPr>
      <w:r>
        <w:separator/>
      </w:r>
    </w:p>
    <w:p w14:paraId="4BD5BD9C" w14:textId="77777777" w:rsidR="003C3E52" w:rsidRDefault="003C3E52"/>
  </w:endnote>
  <w:endnote w:type="continuationSeparator" w:id="0">
    <w:p w14:paraId="355C2670" w14:textId="77777777" w:rsidR="003C3E52" w:rsidRDefault="003C3E52" w:rsidP="008E00FE">
      <w:pPr>
        <w:spacing w:before="0" w:after="0" w:line="240" w:lineRule="auto"/>
      </w:pPr>
      <w:r>
        <w:continuationSeparator/>
      </w:r>
    </w:p>
    <w:p w14:paraId="2B3B7972" w14:textId="77777777" w:rsidR="003C3E52" w:rsidRDefault="003C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4155F" w14:textId="46519C90" w:rsidR="00AC22CB" w:rsidRDefault="00AC22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529E0" w14:textId="40F9B2EA" w:rsidR="00AC22CB" w:rsidRDefault="00AC22CB" w:rsidP="00D5036B">
    <w:pPr>
      <w:pStyle w:val="Piedepgina"/>
      <w:tabs>
        <w:tab w:val="clear" w:pos="4513"/>
        <w:tab w:val="clear" w:pos="9026"/>
        <w:tab w:val="right" w:pos="14742"/>
      </w:tabs>
    </w:pPr>
  </w:p>
  <w:sdt>
    <w:sdtPr>
      <w:id w:val="-646055634"/>
      <w:docPartObj>
        <w:docPartGallery w:val="Page Numbers (Bottom of Page)"/>
        <w:docPartUnique/>
      </w:docPartObj>
    </w:sdtPr>
    <w:sdtEndPr/>
    <w:sdtContent>
      <w:p w14:paraId="7C2160D3" w14:textId="3042AC35" w:rsidR="00F74F96" w:rsidRDefault="00F74F96" w:rsidP="00D5036B">
        <w:pPr>
          <w:pStyle w:val="Piedepgina"/>
          <w:tabs>
            <w:tab w:val="clear" w:pos="4513"/>
            <w:tab w:val="clear" w:pos="9026"/>
            <w:tab w:val="right" w:pos="14742"/>
          </w:tabs>
        </w:pPr>
      </w:p>
      <w:p w14:paraId="278C88D2" w14:textId="77777777" w:rsidR="00F74F96" w:rsidRDefault="00F74F96" w:rsidP="00D5036B">
        <w:pPr>
          <w:pStyle w:val="Piedepgina"/>
          <w:tabs>
            <w:tab w:val="clear" w:pos="4513"/>
            <w:tab w:val="clear" w:pos="9026"/>
            <w:tab w:val="right" w:pos="14742"/>
          </w:tabs>
        </w:pPr>
      </w:p>
      <w:p w14:paraId="5569B807" w14:textId="77777777" w:rsidR="00F74F96" w:rsidRDefault="00F74F96" w:rsidP="00D5036B">
        <w:pPr>
          <w:pStyle w:val="Piedepgina"/>
          <w:tabs>
            <w:tab w:val="clear" w:pos="4513"/>
            <w:tab w:val="clear" w:pos="9026"/>
            <w:tab w:val="right" w:pos="14742"/>
          </w:tabs>
        </w:pPr>
      </w:p>
      <w:p w14:paraId="53C5D948" w14:textId="77777777" w:rsidR="00F74F96" w:rsidRDefault="00F74F96" w:rsidP="00D5036B">
        <w:pPr>
          <w:pStyle w:val="Piedepgina"/>
          <w:tabs>
            <w:tab w:val="clear" w:pos="4513"/>
            <w:tab w:val="clear" w:pos="9026"/>
            <w:tab w:val="right" w:pos="14742"/>
          </w:tabs>
        </w:pPr>
      </w:p>
      <w:p w14:paraId="682D78D8" w14:textId="77777777" w:rsidR="0042089E" w:rsidRPr="00E0488A" w:rsidRDefault="0042089E" w:rsidP="00D5036B">
        <w:pPr>
          <w:pStyle w:val="Piedepgina"/>
          <w:tabs>
            <w:tab w:val="clear" w:pos="4513"/>
            <w:tab w:val="clear" w:pos="9026"/>
            <w:tab w:val="right" w:pos="14742"/>
          </w:tabs>
        </w:pPr>
        <w:r w:rsidRPr="00E0488A">
          <w:t>Comisión Nacional de los Mercados y la Competenci</w:t>
        </w:r>
        <w:r>
          <w:t>a</w:t>
        </w:r>
        <w:r>
          <w:rPr>
            <w:sz w:val="20"/>
            <w:szCs w:val="20"/>
          </w:rPr>
          <w:tab/>
        </w:r>
        <w:r w:rsidRPr="00BD7452">
          <w:rPr>
            <w:sz w:val="20"/>
            <w:szCs w:val="20"/>
          </w:rPr>
          <w:fldChar w:fldCharType="begin"/>
        </w:r>
        <w:r w:rsidRPr="00BD7452">
          <w:rPr>
            <w:sz w:val="20"/>
            <w:szCs w:val="20"/>
          </w:rPr>
          <w:instrText xml:space="preserve"> PAGE </w:instrText>
        </w:r>
        <w:r w:rsidRPr="00BD7452">
          <w:rPr>
            <w:sz w:val="20"/>
            <w:szCs w:val="20"/>
          </w:rPr>
          <w:fldChar w:fldCharType="separate"/>
        </w:r>
        <w:r>
          <w:rPr>
            <w:sz w:val="20"/>
            <w:szCs w:val="20"/>
          </w:rPr>
          <w:t>1</w:t>
        </w:r>
        <w:r w:rsidRPr="00BD7452">
          <w:rPr>
            <w:sz w:val="20"/>
            <w:szCs w:val="20"/>
          </w:rPr>
          <w:fldChar w:fldCharType="end"/>
        </w:r>
        <w:r w:rsidRPr="00BD7452">
          <w:rPr>
            <w:sz w:val="20"/>
            <w:szCs w:val="20"/>
          </w:rPr>
          <w:t xml:space="preserve"> de </w:t>
        </w:r>
        <w:r w:rsidRPr="00BD7452">
          <w:rPr>
            <w:sz w:val="20"/>
            <w:szCs w:val="20"/>
          </w:rPr>
          <w:fldChar w:fldCharType="begin"/>
        </w:r>
        <w:r w:rsidRPr="00BD7452">
          <w:rPr>
            <w:sz w:val="20"/>
            <w:szCs w:val="20"/>
          </w:rPr>
          <w:instrText xml:space="preserve"> NUMPAGES </w:instrText>
        </w:r>
        <w:r w:rsidRPr="00BD7452">
          <w:rPr>
            <w:sz w:val="20"/>
            <w:szCs w:val="20"/>
          </w:rPr>
          <w:fldChar w:fldCharType="separate"/>
        </w:r>
        <w:r>
          <w:rPr>
            <w:sz w:val="20"/>
            <w:szCs w:val="20"/>
          </w:rPr>
          <w:t>3</w:t>
        </w:r>
        <w:r w:rsidRPr="00BD7452">
          <w:rPr>
            <w:sz w:val="20"/>
            <w:szCs w:val="20"/>
          </w:rPr>
          <w:fldChar w:fldCharType="end"/>
        </w:r>
      </w:p>
      <w:p w14:paraId="3381E091" w14:textId="00E0284A" w:rsidR="0042089E" w:rsidRPr="00E0488A" w:rsidRDefault="0042089E" w:rsidP="0042089E">
        <w:pPr>
          <w:pStyle w:val="Piedepgina"/>
        </w:pPr>
        <w:r w:rsidRPr="00E0488A">
          <w:t>C/ Alcalá, 47 – 28014 Madrid - C/ Bolivia, 56 – 08018 Barcelona</w:t>
        </w:r>
      </w:p>
      <w:p w14:paraId="1890FC4F" w14:textId="77777777" w:rsidR="000523DF" w:rsidRPr="00D3359F" w:rsidRDefault="0042089E" w:rsidP="00E71B78">
        <w:pPr>
          <w:pStyle w:val="Piedepgina"/>
        </w:pPr>
        <w:hyperlink r:id="rId1" w:history="1">
          <w:r w:rsidRPr="00E0488A">
            <w:rPr>
              <w:rStyle w:val="Hipervnculo"/>
              <w:color w:val="auto"/>
              <w:u w:val="none"/>
            </w:rPr>
            <w:t>www.cnmc.es</w:t>
          </w:r>
        </w:hyperlink>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2FE41" w14:textId="547FAC16" w:rsidR="00AC22CB" w:rsidRDefault="00AC22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E0FBA" w14:textId="77777777" w:rsidR="003C3E52" w:rsidRDefault="003C3E52" w:rsidP="008E00FE">
      <w:pPr>
        <w:spacing w:before="0" w:after="0" w:line="240" w:lineRule="auto"/>
      </w:pPr>
      <w:r>
        <w:separator/>
      </w:r>
    </w:p>
    <w:p w14:paraId="403E14A8" w14:textId="77777777" w:rsidR="003C3E52" w:rsidRDefault="003C3E52" w:rsidP="008A43DE">
      <w:pPr>
        <w:spacing w:before="0" w:after="0"/>
      </w:pPr>
    </w:p>
  </w:footnote>
  <w:footnote w:type="continuationSeparator" w:id="0">
    <w:p w14:paraId="4F94D0F9" w14:textId="77777777" w:rsidR="003C3E52" w:rsidRDefault="003C3E52" w:rsidP="008E00FE">
      <w:pPr>
        <w:spacing w:before="0" w:after="0" w:line="240" w:lineRule="auto"/>
      </w:pPr>
      <w:r>
        <w:continuationSeparator/>
      </w:r>
    </w:p>
    <w:p w14:paraId="1B21D160" w14:textId="77777777" w:rsidR="003C3E52" w:rsidRDefault="003C3E52" w:rsidP="00147DA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7CADD" w14:textId="33A542F6" w:rsidR="0042089E" w:rsidRDefault="0042089E" w:rsidP="00683843">
    <w:pPr>
      <w:pStyle w:val="Encabezado"/>
      <w:rPr>
        <w:rFonts w:cs="Arial"/>
      </w:rPr>
    </w:pPr>
    <w:r>
      <w:rPr>
        <w:rFonts w:cs="Arial"/>
        <w:noProof/>
      </w:rPr>
      <w:drawing>
        <wp:anchor distT="0" distB="0" distL="114300" distR="114300" simplePos="0" relativeHeight="251659264" behindDoc="0" locked="0" layoutInCell="1" allowOverlap="1" wp14:anchorId="1FD5B745" wp14:editId="64E488D6">
          <wp:simplePos x="0" y="0"/>
          <wp:positionH relativeFrom="column">
            <wp:posOffset>0</wp:posOffset>
          </wp:positionH>
          <wp:positionV relativeFrom="paragraph">
            <wp:posOffset>0</wp:posOffset>
          </wp:positionV>
          <wp:extent cx="1292400" cy="421200"/>
          <wp:effectExtent l="0" t="0" r="3175" b="0"/>
          <wp:wrapSquare wrapText="bothSides"/>
          <wp:docPr id="30" name="Imagen 30" descr="Imagen que contiene exterior, firmar, call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xterior, firmar, calle, dibuj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92400" cy="421200"/>
                  </a:xfrm>
                  <a:prstGeom prst="rect">
                    <a:avLst/>
                  </a:prstGeom>
                </pic:spPr>
              </pic:pic>
            </a:graphicData>
          </a:graphic>
          <wp14:sizeRelH relativeFrom="margin">
            <wp14:pctWidth>0</wp14:pctWidth>
          </wp14:sizeRelH>
          <wp14:sizeRelV relativeFrom="margin">
            <wp14:pctHeight>0</wp14:pctHeight>
          </wp14:sizeRelV>
        </wp:anchor>
      </w:drawing>
    </w:r>
  </w:p>
  <w:p w14:paraId="049D9ED8" w14:textId="77777777" w:rsidR="00D944A2" w:rsidRPr="00D944A2" w:rsidRDefault="00D944A2" w:rsidP="00D944A2">
    <w:pPr>
      <w:pStyle w:val="Encabezado"/>
      <w:rPr>
        <w:rFonts w:cs="Arial"/>
        <w:b/>
        <w:color w:val="4F81BD"/>
        <w:sz w:val="20"/>
        <w:szCs w:val="20"/>
      </w:rPr>
    </w:pPr>
    <w:r w:rsidRPr="00D944A2">
      <w:rPr>
        <w:rFonts w:cs="Arial"/>
        <w:b/>
        <w:color w:val="4F81BD"/>
        <w:sz w:val="20"/>
        <w:szCs w:val="20"/>
      </w:rPr>
      <w:t xml:space="preserve">DIRECCIÓN DE TELECOMUNICACIONES </w:t>
    </w:r>
  </w:p>
  <w:p w14:paraId="2DE37420" w14:textId="77777777" w:rsidR="00D944A2" w:rsidRPr="008029CE" w:rsidRDefault="00D944A2" w:rsidP="00D944A2">
    <w:pPr>
      <w:pStyle w:val="Encabezado"/>
      <w:rPr>
        <w:rFonts w:cs="Arial"/>
        <w:b/>
        <w:color w:val="4F81BD"/>
      </w:rPr>
    </w:pPr>
    <w:r w:rsidRPr="00D944A2">
      <w:rPr>
        <w:rFonts w:cs="Arial"/>
        <w:b/>
        <w:color w:val="4F81BD"/>
        <w:sz w:val="20"/>
        <w:szCs w:val="20"/>
      </w:rPr>
      <w:t>Y DEL SECTOR AUDIOVISUAL</w:t>
    </w:r>
  </w:p>
  <w:p w14:paraId="107C4359" w14:textId="3EE6C502" w:rsidR="000523DF" w:rsidRDefault="000523DF" w:rsidP="003C3E52">
    <w:pPr>
      <w:pStyle w:val="Encabezado"/>
    </w:pPr>
  </w:p>
  <w:p w14:paraId="3D151A29" w14:textId="77777777" w:rsidR="00BA19DF" w:rsidRDefault="00BA19DF" w:rsidP="003C3E52">
    <w:pPr>
      <w:pStyle w:val="Encabezado"/>
    </w:pPr>
  </w:p>
  <w:p w14:paraId="10F826F6" w14:textId="1AFB6357" w:rsidR="003C3E52" w:rsidRDefault="003C3E52" w:rsidP="003C3E52">
    <w:pPr>
      <w:pStyle w:val="Encabezado"/>
    </w:pPr>
  </w:p>
  <w:p w14:paraId="391ECE62" w14:textId="77777777" w:rsidR="003C3E52" w:rsidRDefault="003C3E52" w:rsidP="003C3E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D0E10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B891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2C15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0232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1DA26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5E58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B2FE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CE70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4AD9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CA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12" w15:restartNumberingAfterBreak="0">
    <w:nsid w:val="0ACB2D27"/>
    <w:multiLevelType w:val="hybridMultilevel"/>
    <w:tmpl w:val="7960FD5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5" w15:restartNumberingAfterBreak="0">
    <w:nsid w:val="1BCF1BA5"/>
    <w:multiLevelType w:val="multilevel"/>
    <w:tmpl w:val="369E9B06"/>
    <w:name w:val="xxxxxx"/>
    <w:numStyleLink w:val="ResolucinSC"/>
  </w:abstractNum>
  <w:abstractNum w:abstractNumId="16"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7"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8" w15:restartNumberingAfterBreak="0">
    <w:nsid w:val="2A7B5F3F"/>
    <w:multiLevelType w:val="multilevel"/>
    <w:tmpl w:val="C1EAA920"/>
    <w:lvl w:ilvl="0">
      <w:start w:val="1"/>
      <w:numFmt w:val="decimal"/>
      <w:pStyle w:val="Ttulo1"/>
      <w:lvlText w:val="%1."/>
      <w:lvlJc w:val="left"/>
      <w:pPr>
        <w:ind w:left="432" w:hanging="432"/>
      </w:pPr>
      <w:rPr>
        <w:rFonts w:hint="default"/>
        <w:b/>
        <w:i w:val="0"/>
        <w:color w:val="084C61"/>
      </w:rPr>
    </w:lvl>
    <w:lvl w:ilvl="1">
      <w:start w:val="1"/>
      <w:numFmt w:val="decimal"/>
      <w:pStyle w:val="Ttulo2"/>
      <w:lvlText w:val="%1.%2."/>
      <w:lvlJc w:val="left"/>
      <w:pPr>
        <w:ind w:left="680" w:hanging="680"/>
      </w:pPr>
      <w:rPr>
        <w:rFonts w:hint="default"/>
        <w:b/>
        <w:i w:val="0"/>
        <w:color w:val="084C61" w:themeColor="accent5"/>
      </w:rPr>
    </w:lvl>
    <w:lvl w:ilvl="2">
      <w:start w:val="1"/>
      <w:numFmt w:val="decimal"/>
      <w:pStyle w:val="Ttulo3"/>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Ttulo4"/>
      <w:lvlText w:val="%1.%2.%3.%4."/>
      <w:lvlJc w:val="left"/>
      <w:pPr>
        <w:ind w:left="1247" w:hanging="1247"/>
      </w:pPr>
      <w:rPr>
        <w:rFonts w:hint="default"/>
        <w:b/>
        <w:i w:val="0"/>
        <w:color w:val="084C61" w:themeColor="accent5"/>
      </w:rPr>
    </w:lvl>
    <w:lvl w:ilvl="4">
      <w:start w:val="1"/>
      <w:numFmt w:val="decimal"/>
      <w:pStyle w:val="Ttulo5"/>
      <w:lvlText w:val="%1.%2.%3.%4.%5."/>
      <w:lvlJc w:val="left"/>
      <w:pPr>
        <w:ind w:left="1474" w:hanging="1474"/>
      </w:pPr>
      <w:rPr>
        <w:rFonts w:hint="default"/>
        <w:b/>
        <w:i w:val="0"/>
        <w:color w:val="084C61" w:themeColor="accent5"/>
      </w:rPr>
    </w:lvl>
    <w:lvl w:ilvl="5">
      <w:start w:val="1"/>
      <w:numFmt w:val="decimal"/>
      <w:pStyle w:val="Ttulo6"/>
      <w:lvlText w:val="%1.%2.%3.%4.%5.%6."/>
      <w:lvlJc w:val="left"/>
      <w:pPr>
        <w:ind w:left="1814" w:hanging="1814"/>
      </w:pPr>
      <w:rPr>
        <w:rFonts w:hint="default"/>
        <w:b/>
        <w:i w:val="0"/>
        <w:color w:val="084C61" w:themeColor="accent5"/>
      </w:rPr>
    </w:lvl>
    <w:lvl w:ilvl="6">
      <w:start w:val="1"/>
      <w:numFmt w:val="decimal"/>
      <w:pStyle w:val="Ttulo7"/>
      <w:lvlText w:val="%1.%2.%3.%4.%5.%6.%7."/>
      <w:lvlJc w:val="left"/>
      <w:pPr>
        <w:ind w:left="2041" w:hanging="2041"/>
      </w:pPr>
      <w:rPr>
        <w:rFonts w:hint="default"/>
        <w:b/>
        <w:i w:val="0"/>
        <w:color w:val="084C61" w:themeColor="accent5"/>
      </w:rPr>
    </w:lvl>
    <w:lvl w:ilvl="7">
      <w:start w:val="1"/>
      <w:numFmt w:val="decimal"/>
      <w:pStyle w:val="Ttulo8"/>
      <w:lvlText w:val="%1.%2.%3.%4.%5.%6.%7.%8."/>
      <w:lvlJc w:val="left"/>
      <w:pPr>
        <w:ind w:left="2381" w:hanging="2381"/>
      </w:pPr>
      <w:rPr>
        <w:rFonts w:hint="default"/>
        <w:b/>
        <w:i w:val="0"/>
        <w:color w:val="084C61" w:themeColor="accent5"/>
      </w:rPr>
    </w:lvl>
    <w:lvl w:ilvl="8">
      <w:start w:val="1"/>
      <w:numFmt w:val="decimal"/>
      <w:pStyle w:val="Ttulo9"/>
      <w:lvlText w:val="%1.%2.%3.%4.%5.%6.%7.%8.%9."/>
      <w:lvlJc w:val="left"/>
      <w:pPr>
        <w:ind w:left="2608" w:hanging="2608"/>
      </w:pPr>
      <w:rPr>
        <w:rFonts w:hint="default"/>
        <w:b/>
        <w:i w:val="0"/>
        <w:color w:val="084C61" w:themeColor="accent5"/>
      </w:rPr>
    </w:lvl>
  </w:abstractNum>
  <w:abstractNum w:abstractNumId="19" w15:restartNumberingAfterBreak="0">
    <w:nsid w:val="2B896DA3"/>
    <w:multiLevelType w:val="hybridMultilevel"/>
    <w:tmpl w:val="A3DEE632"/>
    <w:lvl w:ilvl="0" w:tplc="92AEA052">
      <w:start w:val="1"/>
      <w:numFmt w:val="ordinalText"/>
      <w:lvlText w:val="%1."/>
      <w:lvlJc w:val="left"/>
      <w:pPr>
        <w:ind w:left="360" w:hanging="360"/>
      </w:pPr>
      <w:rPr>
        <w:rFonts w:ascii="Arial" w:hAnsi="Arial" w:hint="default"/>
        <w:b/>
        <w:i w:val="0"/>
        <w:outline w:val="0"/>
        <w:shadow w:val="0"/>
        <w:emboss w:val="0"/>
        <w:imprint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08C3073"/>
    <w:multiLevelType w:val="multilevel"/>
    <w:tmpl w:val="369E9B06"/>
    <w:name w:val="xxxxxx2222222"/>
    <w:numStyleLink w:val="ResolucinSC"/>
  </w:abstractNum>
  <w:abstractNum w:abstractNumId="23" w15:restartNumberingAfterBreak="0">
    <w:nsid w:val="33DB2104"/>
    <w:multiLevelType w:val="multilevel"/>
    <w:tmpl w:val="369E9B06"/>
    <w:name w:val="NUMÉRICO3"/>
    <w:numStyleLink w:val="ResolucinSC"/>
  </w:abstractNum>
  <w:abstractNum w:abstractNumId="24" w15:restartNumberingAfterBreak="0">
    <w:nsid w:val="44773ED4"/>
    <w:multiLevelType w:val="multilevel"/>
    <w:tmpl w:val="369E9B06"/>
    <w:name w:val="xxxxxx222222"/>
    <w:numStyleLink w:val="ResolucinSC"/>
  </w:abstractNum>
  <w:abstractNum w:abstractNumId="25"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6"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9"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2" w15:restartNumberingAfterBreak="0">
    <w:nsid w:val="728E78AD"/>
    <w:multiLevelType w:val="hybridMultilevel"/>
    <w:tmpl w:val="AAD41FE2"/>
    <w:lvl w:ilvl="0" w:tplc="624466EC">
      <w:start w:val="1"/>
      <w:numFmt w:val="decimal"/>
      <w:pStyle w:val="prrafonumerado"/>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34" w15:restartNumberingAfterBreak="0">
    <w:nsid w:val="729D48CE"/>
    <w:multiLevelType w:val="multilevel"/>
    <w:tmpl w:val="369E9B06"/>
    <w:name w:val="xxxxxx2"/>
    <w:numStyleLink w:val="ResolucinSC"/>
  </w:abstractNum>
  <w:abstractNum w:abstractNumId="35"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6"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16cid:durableId="1421872063">
    <w:abstractNumId w:val="32"/>
  </w:num>
  <w:num w:numId="2" w16cid:durableId="1862738022">
    <w:abstractNumId w:val="20"/>
  </w:num>
  <w:num w:numId="3" w16cid:durableId="1949391959">
    <w:abstractNumId w:val="28"/>
  </w:num>
  <w:num w:numId="4" w16cid:durableId="893275659">
    <w:abstractNumId w:val="12"/>
  </w:num>
  <w:num w:numId="5" w16cid:durableId="241725458">
    <w:abstractNumId w:val="11"/>
  </w:num>
  <w:num w:numId="6" w16cid:durableId="644548052">
    <w:abstractNumId w:val="23"/>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1932856118">
    <w:abstractNumId w:val="27"/>
  </w:num>
  <w:num w:numId="8" w16cid:durableId="1867061975">
    <w:abstractNumId w:val="8"/>
  </w:num>
  <w:num w:numId="9" w16cid:durableId="382826642">
    <w:abstractNumId w:val="3"/>
  </w:num>
  <w:num w:numId="10" w16cid:durableId="1572082439">
    <w:abstractNumId w:val="2"/>
  </w:num>
  <w:num w:numId="11" w16cid:durableId="831455355">
    <w:abstractNumId w:val="1"/>
  </w:num>
  <w:num w:numId="12" w16cid:durableId="1824465598">
    <w:abstractNumId w:val="0"/>
  </w:num>
  <w:num w:numId="13" w16cid:durableId="701978989">
    <w:abstractNumId w:val="9"/>
  </w:num>
  <w:num w:numId="14" w16cid:durableId="744643514">
    <w:abstractNumId w:val="7"/>
  </w:num>
  <w:num w:numId="15" w16cid:durableId="70323278">
    <w:abstractNumId w:val="6"/>
  </w:num>
  <w:num w:numId="16" w16cid:durableId="1271934287">
    <w:abstractNumId w:val="5"/>
  </w:num>
  <w:num w:numId="17" w16cid:durableId="284577576">
    <w:abstractNumId w:val="4"/>
  </w:num>
  <w:num w:numId="18" w16cid:durableId="4553871">
    <w:abstractNumId w:val="33"/>
  </w:num>
  <w:num w:numId="19" w16cid:durableId="585268807">
    <w:abstractNumId w:val="18"/>
  </w:num>
  <w:num w:numId="20" w16cid:durableId="127632369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52"/>
    <w:rsid w:val="00010672"/>
    <w:rsid w:val="00012807"/>
    <w:rsid w:val="00015481"/>
    <w:rsid w:val="000209A7"/>
    <w:rsid w:val="00042A75"/>
    <w:rsid w:val="00046FAE"/>
    <w:rsid w:val="000523DF"/>
    <w:rsid w:val="00060B68"/>
    <w:rsid w:val="00061AF2"/>
    <w:rsid w:val="000626A4"/>
    <w:rsid w:val="00063CF6"/>
    <w:rsid w:val="00071BD6"/>
    <w:rsid w:val="00084B9C"/>
    <w:rsid w:val="000969F2"/>
    <w:rsid w:val="00097A91"/>
    <w:rsid w:val="000A27AC"/>
    <w:rsid w:val="000A658D"/>
    <w:rsid w:val="000A7C00"/>
    <w:rsid w:val="000B75F3"/>
    <w:rsid w:val="000C7EDE"/>
    <w:rsid w:val="000D49BA"/>
    <w:rsid w:val="000D67D2"/>
    <w:rsid w:val="00104B7A"/>
    <w:rsid w:val="001076FD"/>
    <w:rsid w:val="0012161C"/>
    <w:rsid w:val="00124D41"/>
    <w:rsid w:val="00130D53"/>
    <w:rsid w:val="001310BC"/>
    <w:rsid w:val="001458F5"/>
    <w:rsid w:val="00147DA4"/>
    <w:rsid w:val="001718B3"/>
    <w:rsid w:val="00177334"/>
    <w:rsid w:val="001D230F"/>
    <w:rsid w:val="001D3036"/>
    <w:rsid w:val="001F2F45"/>
    <w:rsid w:val="00200537"/>
    <w:rsid w:val="002151D1"/>
    <w:rsid w:val="002155FB"/>
    <w:rsid w:val="0023739C"/>
    <w:rsid w:val="00255C27"/>
    <w:rsid w:val="002639DA"/>
    <w:rsid w:val="00264548"/>
    <w:rsid w:val="002B2CC7"/>
    <w:rsid w:val="002C47B0"/>
    <w:rsid w:val="002E1C6A"/>
    <w:rsid w:val="002E29DB"/>
    <w:rsid w:val="002E6D70"/>
    <w:rsid w:val="003012D1"/>
    <w:rsid w:val="003208EC"/>
    <w:rsid w:val="0032132A"/>
    <w:rsid w:val="00353DE3"/>
    <w:rsid w:val="0036568A"/>
    <w:rsid w:val="0037096A"/>
    <w:rsid w:val="003710BA"/>
    <w:rsid w:val="00383A6B"/>
    <w:rsid w:val="003C3E52"/>
    <w:rsid w:val="003D2912"/>
    <w:rsid w:val="003D5F63"/>
    <w:rsid w:val="003E5E42"/>
    <w:rsid w:val="00400CE2"/>
    <w:rsid w:val="00417746"/>
    <w:rsid w:val="0042089E"/>
    <w:rsid w:val="00423FD5"/>
    <w:rsid w:val="00452DF6"/>
    <w:rsid w:val="00475F7D"/>
    <w:rsid w:val="0049147A"/>
    <w:rsid w:val="0049308D"/>
    <w:rsid w:val="004C3DD7"/>
    <w:rsid w:val="004C64E8"/>
    <w:rsid w:val="004C68C3"/>
    <w:rsid w:val="004D3CE0"/>
    <w:rsid w:val="004D573B"/>
    <w:rsid w:val="004E3F88"/>
    <w:rsid w:val="004E6510"/>
    <w:rsid w:val="004F1A46"/>
    <w:rsid w:val="00507FFC"/>
    <w:rsid w:val="005102F8"/>
    <w:rsid w:val="00516E7F"/>
    <w:rsid w:val="00523AD3"/>
    <w:rsid w:val="00534A5E"/>
    <w:rsid w:val="00540BC7"/>
    <w:rsid w:val="00545239"/>
    <w:rsid w:val="00554784"/>
    <w:rsid w:val="005737F5"/>
    <w:rsid w:val="00581A50"/>
    <w:rsid w:val="005B13D1"/>
    <w:rsid w:val="005D6B6F"/>
    <w:rsid w:val="005E7F3D"/>
    <w:rsid w:val="005F2A54"/>
    <w:rsid w:val="00616A2A"/>
    <w:rsid w:val="00617093"/>
    <w:rsid w:val="00633C37"/>
    <w:rsid w:val="006341AE"/>
    <w:rsid w:val="00642A28"/>
    <w:rsid w:val="00652438"/>
    <w:rsid w:val="00652F46"/>
    <w:rsid w:val="006575FE"/>
    <w:rsid w:val="00657FEC"/>
    <w:rsid w:val="00683843"/>
    <w:rsid w:val="006A0203"/>
    <w:rsid w:val="006C50FC"/>
    <w:rsid w:val="006C6014"/>
    <w:rsid w:val="006C7718"/>
    <w:rsid w:val="006D3E0F"/>
    <w:rsid w:val="006E1F27"/>
    <w:rsid w:val="006E48B6"/>
    <w:rsid w:val="006F7CC6"/>
    <w:rsid w:val="00704B48"/>
    <w:rsid w:val="007176C2"/>
    <w:rsid w:val="00723448"/>
    <w:rsid w:val="00760B21"/>
    <w:rsid w:val="00770FE7"/>
    <w:rsid w:val="0077357A"/>
    <w:rsid w:val="00792D96"/>
    <w:rsid w:val="007B377B"/>
    <w:rsid w:val="007C1B16"/>
    <w:rsid w:val="007D76A9"/>
    <w:rsid w:val="007E189A"/>
    <w:rsid w:val="007E7BA0"/>
    <w:rsid w:val="007F0483"/>
    <w:rsid w:val="007F0563"/>
    <w:rsid w:val="00800986"/>
    <w:rsid w:val="0081583E"/>
    <w:rsid w:val="00830203"/>
    <w:rsid w:val="00842712"/>
    <w:rsid w:val="00857B0C"/>
    <w:rsid w:val="00860BAD"/>
    <w:rsid w:val="00865100"/>
    <w:rsid w:val="008723C7"/>
    <w:rsid w:val="00885BFC"/>
    <w:rsid w:val="008909C0"/>
    <w:rsid w:val="008A43DE"/>
    <w:rsid w:val="008A7336"/>
    <w:rsid w:val="008B0141"/>
    <w:rsid w:val="008B7C58"/>
    <w:rsid w:val="008C5316"/>
    <w:rsid w:val="008E00FE"/>
    <w:rsid w:val="008E1EDA"/>
    <w:rsid w:val="008E6E38"/>
    <w:rsid w:val="00902000"/>
    <w:rsid w:val="00907A1A"/>
    <w:rsid w:val="00912BD0"/>
    <w:rsid w:val="00915337"/>
    <w:rsid w:val="009352AC"/>
    <w:rsid w:val="00936C31"/>
    <w:rsid w:val="00937115"/>
    <w:rsid w:val="00971934"/>
    <w:rsid w:val="00980C75"/>
    <w:rsid w:val="00994871"/>
    <w:rsid w:val="00996D12"/>
    <w:rsid w:val="009C12C5"/>
    <w:rsid w:val="009E3A4E"/>
    <w:rsid w:val="009F2B85"/>
    <w:rsid w:val="00A3299C"/>
    <w:rsid w:val="00A401CD"/>
    <w:rsid w:val="00A44980"/>
    <w:rsid w:val="00A44D83"/>
    <w:rsid w:val="00A756A2"/>
    <w:rsid w:val="00A7786B"/>
    <w:rsid w:val="00A90E21"/>
    <w:rsid w:val="00AA441E"/>
    <w:rsid w:val="00AC22CB"/>
    <w:rsid w:val="00AC42E4"/>
    <w:rsid w:val="00AD4A42"/>
    <w:rsid w:val="00AE7F9F"/>
    <w:rsid w:val="00AF14C4"/>
    <w:rsid w:val="00AF1C8F"/>
    <w:rsid w:val="00B0099D"/>
    <w:rsid w:val="00B141B1"/>
    <w:rsid w:val="00B22D73"/>
    <w:rsid w:val="00B37FB4"/>
    <w:rsid w:val="00B461B5"/>
    <w:rsid w:val="00B6061E"/>
    <w:rsid w:val="00B61937"/>
    <w:rsid w:val="00B75AB7"/>
    <w:rsid w:val="00BA19DF"/>
    <w:rsid w:val="00BB0256"/>
    <w:rsid w:val="00BB7C48"/>
    <w:rsid w:val="00BC13F0"/>
    <w:rsid w:val="00BD4DDD"/>
    <w:rsid w:val="00C035BB"/>
    <w:rsid w:val="00C1035F"/>
    <w:rsid w:val="00C12A3A"/>
    <w:rsid w:val="00C151D3"/>
    <w:rsid w:val="00C15AD3"/>
    <w:rsid w:val="00C22C59"/>
    <w:rsid w:val="00C24B75"/>
    <w:rsid w:val="00C27F20"/>
    <w:rsid w:val="00C33EF5"/>
    <w:rsid w:val="00C37014"/>
    <w:rsid w:val="00C46273"/>
    <w:rsid w:val="00CA1CCA"/>
    <w:rsid w:val="00CB4A6D"/>
    <w:rsid w:val="00CB5C94"/>
    <w:rsid w:val="00CF4FDA"/>
    <w:rsid w:val="00CF6A0E"/>
    <w:rsid w:val="00D143E4"/>
    <w:rsid w:val="00D17E2C"/>
    <w:rsid w:val="00D279DD"/>
    <w:rsid w:val="00D3359F"/>
    <w:rsid w:val="00D4779C"/>
    <w:rsid w:val="00D5036B"/>
    <w:rsid w:val="00D60D36"/>
    <w:rsid w:val="00D704AF"/>
    <w:rsid w:val="00D7480A"/>
    <w:rsid w:val="00D74CBD"/>
    <w:rsid w:val="00D944A2"/>
    <w:rsid w:val="00DA4E2E"/>
    <w:rsid w:val="00DA701F"/>
    <w:rsid w:val="00DA7D8B"/>
    <w:rsid w:val="00DD4A33"/>
    <w:rsid w:val="00E0488A"/>
    <w:rsid w:val="00E20C68"/>
    <w:rsid w:val="00E229CB"/>
    <w:rsid w:val="00E5741F"/>
    <w:rsid w:val="00E71B78"/>
    <w:rsid w:val="00E837AD"/>
    <w:rsid w:val="00E91753"/>
    <w:rsid w:val="00E91AE1"/>
    <w:rsid w:val="00E91F6D"/>
    <w:rsid w:val="00EB00A8"/>
    <w:rsid w:val="00EE5CF2"/>
    <w:rsid w:val="00EE6490"/>
    <w:rsid w:val="00EF2D6B"/>
    <w:rsid w:val="00F232DE"/>
    <w:rsid w:val="00F363F4"/>
    <w:rsid w:val="00F36BCB"/>
    <w:rsid w:val="00F36DD4"/>
    <w:rsid w:val="00F40AC5"/>
    <w:rsid w:val="00F620B5"/>
    <w:rsid w:val="00F63AFF"/>
    <w:rsid w:val="00F6503D"/>
    <w:rsid w:val="00F74F96"/>
    <w:rsid w:val="00F752D4"/>
    <w:rsid w:val="00F87F5F"/>
    <w:rsid w:val="00FA0462"/>
    <w:rsid w:val="00FA4ECC"/>
    <w:rsid w:val="00FB0653"/>
    <w:rsid w:val="00FB5ADB"/>
    <w:rsid w:val="00FC56F6"/>
    <w:rsid w:val="00FD0C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83934"/>
  <w15:chartTrackingRefBased/>
  <w15:docId w15:val="{B8555AAF-C4E0-4A2F-A77C-D224250F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prrafonumerado"/>
    <w:link w:val="Ttulo1Car"/>
    <w:uiPriority w:val="1"/>
    <w:qFormat/>
    <w:rsid w:val="006D3E0F"/>
    <w:pPr>
      <w:keepNext/>
      <w:keepLines/>
      <w:numPr>
        <w:numId w:val="19"/>
      </w:numPr>
      <w:spacing w:after="120"/>
      <w:ind w:left="425" w:hanging="425"/>
      <w:outlineLvl w:val="0"/>
    </w:pPr>
    <w:rPr>
      <w:rFonts w:cs="Times New Roman (Body CS)"/>
      <w:b/>
      <w:caps/>
      <w:color w:val="084C61"/>
      <w:sz w:val="28"/>
      <w:lang w:val="en-GB"/>
    </w:rPr>
  </w:style>
  <w:style w:type="paragraph" w:styleId="Ttulo2">
    <w:name w:val="heading 2"/>
    <w:basedOn w:val="Ttulo1"/>
    <w:next w:val="prrafonumerado"/>
    <w:link w:val="Ttulo2Car"/>
    <w:uiPriority w:val="1"/>
    <w:qFormat/>
    <w:rsid w:val="00B0099D"/>
    <w:pPr>
      <w:numPr>
        <w:ilvl w:val="1"/>
      </w:numPr>
      <w:ind w:left="567" w:hanging="567"/>
      <w:outlineLvl w:val="1"/>
    </w:pPr>
    <w:rPr>
      <w:caps w:val="0"/>
      <w:color w:val="084C61" w:themeColor="accent5"/>
    </w:rPr>
  </w:style>
  <w:style w:type="paragraph" w:styleId="Ttulo3">
    <w:name w:val="heading 3"/>
    <w:basedOn w:val="Ttulo1"/>
    <w:next w:val="prrafonumerado"/>
    <w:link w:val="Ttulo3Car"/>
    <w:uiPriority w:val="1"/>
    <w:qFormat/>
    <w:rsid w:val="000209A7"/>
    <w:pPr>
      <w:numPr>
        <w:ilvl w:val="2"/>
      </w:numPr>
      <w:ind w:left="737" w:hanging="737"/>
      <w:outlineLvl w:val="2"/>
    </w:pPr>
    <w:rPr>
      <w:bCs/>
      <w:caps w:val="0"/>
      <w:color w:val="084C61" w:themeColor="accent5"/>
      <w:sz w:val="24"/>
      <w:lang w:eastAsia="es-ES"/>
    </w:rPr>
  </w:style>
  <w:style w:type="paragraph" w:styleId="Ttulo4">
    <w:name w:val="heading 4"/>
    <w:basedOn w:val="Ttulo1"/>
    <w:next w:val="prrafonumerado"/>
    <w:link w:val="Ttulo4Car"/>
    <w:uiPriority w:val="1"/>
    <w:qFormat/>
    <w:rsid w:val="000209A7"/>
    <w:pPr>
      <w:numPr>
        <w:ilvl w:val="3"/>
      </w:numPr>
      <w:ind w:left="907" w:hanging="907"/>
      <w:outlineLvl w:val="3"/>
    </w:pPr>
    <w:rPr>
      <w:caps w:val="0"/>
      <w:color w:val="084C61" w:themeColor="accent5"/>
      <w:sz w:val="24"/>
    </w:rPr>
  </w:style>
  <w:style w:type="paragraph" w:styleId="Ttulo5">
    <w:name w:val="heading 5"/>
    <w:basedOn w:val="Normal"/>
    <w:next w:val="prrafonumerado"/>
    <w:link w:val="Ttulo5Car"/>
    <w:uiPriority w:val="1"/>
    <w:qFormat/>
    <w:rsid w:val="000209A7"/>
    <w:pPr>
      <w:keepNext/>
      <w:keepLines/>
      <w:numPr>
        <w:ilvl w:val="4"/>
        <w:numId w:val="19"/>
      </w:numPr>
      <w:spacing w:after="120" w:line="240" w:lineRule="auto"/>
      <w:ind w:left="1134" w:hanging="1134"/>
      <w:outlineLvl w:val="4"/>
    </w:pPr>
    <w:rPr>
      <w:rFonts w:eastAsia="Corbel" w:cs="Arial"/>
      <w:b/>
      <w:color w:val="084C61" w:themeColor="accent5"/>
      <w:szCs w:val="26"/>
      <w:lang w:val="en-US" w:eastAsia="es-ES"/>
    </w:rPr>
  </w:style>
  <w:style w:type="paragraph" w:styleId="Ttulo6">
    <w:name w:val="heading 6"/>
    <w:basedOn w:val="Ttulo1"/>
    <w:next w:val="prrafonumerado"/>
    <w:link w:val="Ttulo6Car"/>
    <w:uiPriority w:val="1"/>
    <w:qFormat/>
    <w:rsid w:val="00B0099D"/>
    <w:pPr>
      <w:numPr>
        <w:ilvl w:val="5"/>
      </w:numPr>
      <w:spacing w:before="120"/>
      <w:ind w:left="1361" w:hanging="1361"/>
      <w:outlineLvl w:val="5"/>
    </w:pPr>
    <w:rPr>
      <w:caps w:val="0"/>
      <w:sz w:val="24"/>
    </w:rPr>
  </w:style>
  <w:style w:type="paragraph" w:styleId="Ttulo7">
    <w:name w:val="heading 7"/>
    <w:basedOn w:val="Normal"/>
    <w:next w:val="Normal"/>
    <w:link w:val="Ttulo7Car"/>
    <w:uiPriority w:val="9"/>
    <w:semiHidden/>
    <w:qFormat/>
    <w:rsid w:val="000209A7"/>
    <w:pPr>
      <w:keepNext/>
      <w:keepLines/>
      <w:numPr>
        <w:ilvl w:val="6"/>
        <w:numId w:val="19"/>
      </w:numPr>
      <w:spacing w:before="40" w:after="0"/>
      <w:ind w:left="1531" w:hanging="1531"/>
      <w:outlineLvl w:val="6"/>
    </w:pPr>
    <w:rPr>
      <w:rFonts w:eastAsiaTheme="majorEastAsia" w:cstheme="majorBidi"/>
      <w:b/>
      <w:iCs/>
      <w:color w:val="084C61" w:themeColor="accent5"/>
      <w:lang w:val="en-GB"/>
    </w:rPr>
  </w:style>
  <w:style w:type="paragraph" w:styleId="Ttulo8">
    <w:name w:val="heading 8"/>
    <w:basedOn w:val="Normal"/>
    <w:next w:val="Normal"/>
    <w:link w:val="Ttulo8Car"/>
    <w:uiPriority w:val="9"/>
    <w:semiHidden/>
    <w:qFormat/>
    <w:rsid w:val="000209A7"/>
    <w:pPr>
      <w:keepNext/>
      <w:keepLines/>
      <w:numPr>
        <w:ilvl w:val="7"/>
        <w:numId w:val="19"/>
      </w:numPr>
      <w:spacing w:before="40" w:after="0"/>
      <w:ind w:left="1758" w:hanging="1758"/>
      <w:outlineLvl w:val="7"/>
    </w:pPr>
    <w:rPr>
      <w:rFonts w:eastAsiaTheme="majorEastAsia" w:cstheme="majorBidi"/>
      <w:b/>
      <w:color w:val="084C61" w:themeColor="accent5"/>
      <w:szCs w:val="21"/>
      <w:lang w:val="en-GB"/>
    </w:rPr>
  </w:style>
  <w:style w:type="paragraph" w:styleId="Ttulo9">
    <w:name w:val="heading 9"/>
    <w:basedOn w:val="Normal"/>
    <w:next w:val="Normal"/>
    <w:link w:val="Ttulo9Car"/>
    <w:uiPriority w:val="9"/>
    <w:unhideWhenUsed/>
    <w:qFormat/>
    <w:rsid w:val="000209A7"/>
    <w:pPr>
      <w:keepNext/>
      <w:keepLines/>
      <w:numPr>
        <w:ilvl w:val="8"/>
        <w:numId w:val="19"/>
      </w:numPr>
      <w:spacing w:before="40" w:after="0"/>
      <w:ind w:left="1928" w:hanging="1928"/>
      <w:outlineLvl w:val="8"/>
    </w:pPr>
    <w:rPr>
      <w:rFonts w:eastAsiaTheme="majorEastAsia" w:cstheme="majorBidi"/>
      <w:b/>
      <w:iCs/>
      <w:color w:val="084C61" w:themeColor="accent5"/>
      <w:szCs w:val="21"/>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4"/>
    <w:unhideWhenUsed/>
    <w:qFormat/>
    <w:rsid w:val="00E91AE1"/>
    <w:pPr>
      <w:tabs>
        <w:tab w:val="right" w:pos="14742"/>
      </w:tabs>
      <w:spacing w:before="0" w:after="0"/>
      <w:jc w:val="right"/>
    </w:pPr>
    <w:rPr>
      <w:caps/>
      <w:sz w:val="18"/>
    </w:rPr>
  </w:style>
  <w:style w:type="character" w:customStyle="1" w:styleId="EncabezadoCar">
    <w:name w:val="Encabezado Car"/>
    <w:basedOn w:val="Fuentedeprrafopredeter"/>
    <w:link w:val="Encabezado"/>
    <w:uiPriority w:val="4"/>
    <w:rsid w:val="00E91AE1"/>
    <w:rPr>
      <w:rFonts w:ascii="Arial" w:hAnsi="Arial"/>
      <w:caps/>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uiPriority w:val="3"/>
    <w:qFormat/>
    <w:rsid w:val="00E5741F"/>
    <w:rPr>
      <w:rFonts w:ascii="Arial" w:hAnsi="Arial"/>
      <w:sz w:val="20"/>
      <w:vertAlign w:val="superscript"/>
    </w:rPr>
  </w:style>
  <w:style w:type="character" w:styleId="Refdenotaalpie">
    <w:name w:val="footnote reference"/>
    <w:aliases w:val="Numero de nota a pie Car,fr,o,Style 6,Footnote Reference Superscript,Footnote symbol,Footnote,Appel note de bas de p,Nota,BVI fnr,SUPERS"/>
    <w:basedOn w:val="Fuentedeprrafopredeter"/>
    <w:link w:val="Numerodenotaapie"/>
    <w:unhideWhenUsed/>
    <w:rsid w:val="00E0488A"/>
    <w:rPr>
      <w:rFonts w:ascii="Arial" w:hAnsi="Arial"/>
      <w:sz w:val="20"/>
      <w:vertAlign w:val="superscript"/>
    </w:rPr>
  </w:style>
  <w:style w:type="paragraph" w:styleId="Textocomentario">
    <w:name w:val="annotation text"/>
    <w:basedOn w:val="Normal"/>
    <w:link w:val="TextocomentarioCar"/>
    <w:uiPriority w:val="2"/>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uiPriority w:val="2"/>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2C47B0"/>
    <w:pPr>
      <w:keepNext/>
      <w:spacing w:before="0"/>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uiPriority w:val="1"/>
    <w:rsid w:val="006D3E0F"/>
    <w:rPr>
      <w:rFonts w:ascii="Arial" w:hAnsi="Arial" w:cs="Times New Roman (Body CS)"/>
      <w:b/>
      <w:caps/>
      <w:color w:val="084C61"/>
      <w:sz w:val="28"/>
      <w:lang w:val="en-GB"/>
    </w:rPr>
  </w:style>
  <w:style w:type="character" w:customStyle="1" w:styleId="Ttulo2Car">
    <w:name w:val="Título 2 Car"/>
    <w:basedOn w:val="Fuentedeprrafopredeter"/>
    <w:link w:val="Ttulo2"/>
    <w:uiPriority w:val="1"/>
    <w:rsid w:val="00B0099D"/>
    <w:rPr>
      <w:rFonts w:ascii="Arial" w:hAnsi="Arial" w:cs="Times New Roman (Body CS)"/>
      <w:b/>
      <w:color w:val="084C61" w:themeColor="accent5"/>
      <w:sz w:val="28"/>
      <w:lang w:val="en-GB"/>
    </w:rPr>
  </w:style>
  <w:style w:type="character" w:customStyle="1" w:styleId="Ttulo3Car">
    <w:name w:val="Título 3 Car"/>
    <w:basedOn w:val="Fuentedeprrafopredeter"/>
    <w:link w:val="Ttulo3"/>
    <w:uiPriority w:val="1"/>
    <w:rsid w:val="000209A7"/>
    <w:rPr>
      <w:rFonts w:ascii="Arial" w:hAnsi="Arial" w:cs="Times New Roman (Body CS)"/>
      <w:b/>
      <w:bCs/>
      <w:color w:val="084C61" w:themeColor="accent5"/>
      <w:lang w:val="en-GB" w:eastAsia="es-ES"/>
    </w:rPr>
  </w:style>
  <w:style w:type="character" w:customStyle="1" w:styleId="Ttulo4Car">
    <w:name w:val="Título 4 Car"/>
    <w:basedOn w:val="Fuentedeprrafopredeter"/>
    <w:link w:val="Ttulo4"/>
    <w:uiPriority w:val="1"/>
    <w:rsid w:val="000209A7"/>
    <w:rPr>
      <w:rFonts w:ascii="Arial" w:hAnsi="Arial" w:cs="Times New Roman (Body CS)"/>
      <w:b/>
      <w:color w:val="084C61" w:themeColor="accent5"/>
      <w:lang w:val="en-GB"/>
    </w:rPr>
  </w:style>
  <w:style w:type="paragraph" w:styleId="Textonotapie">
    <w:name w:val="footnote text"/>
    <w:aliases w:val="Texto nota pie Car2,Texto nota pie Car1 Car,Texto nota pie Car Car Car,Texto nota pie Car Car1,Texto nota pie Car2 Car Car1,Texto nota pie Car1 Car Car Car1,Texto nota pie Car Car Car Car Car1,Texto nota pie Car Car1 Car Car1,ALTS FOOTNOT"/>
    <w:basedOn w:val="Normal"/>
    <w:link w:val="TextonotapieCar"/>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aliases w:val="Texto nota pie Car2 Car,Texto nota pie Car1 Car Car,Texto nota pie Car Car Car Car,Texto nota pie Car Car1 Car,Texto nota pie Car2 Car Car1 Car,Texto nota pie Car1 Car Car Car1 Car,Texto nota pie Car Car Car Car Car1 Car"/>
    <w:basedOn w:val="Fuentedeprrafopredeter"/>
    <w:link w:val="Textonotapie"/>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uiPriority w:val="9"/>
    <w:semiHidden/>
    <w:rsid w:val="000209A7"/>
    <w:rPr>
      <w:rFonts w:ascii="Arial" w:eastAsiaTheme="majorEastAsia" w:hAnsi="Arial" w:cstheme="majorBidi"/>
      <w:b/>
      <w:iCs/>
      <w:color w:val="084C61" w:themeColor="accent5"/>
      <w:lang w:val="en-GB"/>
    </w:rPr>
  </w:style>
  <w:style w:type="paragraph" w:styleId="TDC2">
    <w:name w:val="toc 2"/>
    <w:basedOn w:val="Normal"/>
    <w:next w:val="Normal"/>
    <w:uiPriority w:val="39"/>
    <w:qFormat/>
    <w:rsid w:val="00885BFC"/>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885BFC"/>
    <w:pPr>
      <w:ind w:left="425" w:hanging="425"/>
    </w:pPr>
    <w:rPr>
      <w:sz w:val="24"/>
      <w:szCs w:val="28"/>
    </w:rPr>
  </w:style>
  <w:style w:type="character" w:customStyle="1" w:styleId="Ttulo8Car">
    <w:name w:val="Título 8 Car"/>
    <w:basedOn w:val="Fuentedeprrafopredeter"/>
    <w:link w:val="Ttulo8"/>
    <w:uiPriority w:val="9"/>
    <w:semiHidden/>
    <w:rsid w:val="000209A7"/>
    <w:rPr>
      <w:rFonts w:ascii="Arial" w:eastAsiaTheme="majorEastAsia" w:hAnsi="Arial" w:cstheme="majorBidi"/>
      <w:b/>
      <w:color w:val="084C61" w:themeColor="accent5"/>
      <w:szCs w:val="21"/>
      <w:lang w:val="en-GB"/>
    </w:rPr>
  </w:style>
  <w:style w:type="character" w:customStyle="1" w:styleId="Ttulo9Car">
    <w:name w:val="Título 9 Car"/>
    <w:basedOn w:val="Fuentedeprrafopredeter"/>
    <w:link w:val="Ttulo9"/>
    <w:uiPriority w:val="9"/>
    <w:rsid w:val="000209A7"/>
    <w:rPr>
      <w:rFonts w:ascii="Arial" w:eastAsiaTheme="majorEastAsia" w:hAnsi="Arial" w:cstheme="majorBidi"/>
      <w:b/>
      <w:iCs/>
      <w:color w:val="084C61" w:themeColor="accent5"/>
      <w:szCs w:val="21"/>
      <w:lang w:val="en-GB"/>
    </w:rPr>
  </w:style>
  <w:style w:type="paragraph" w:styleId="Ttulo">
    <w:name w:val="Title"/>
    <w:basedOn w:val="Normal"/>
    <w:next w:val="Normal"/>
    <w:link w:val="TtuloCar"/>
    <w:uiPriority w:val="10"/>
    <w:semiHidden/>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prrafonumerado">
    <w:name w:val="párrafo numerado"/>
    <w:basedOn w:val="Normal"/>
    <w:link w:val="prrafonumeradoCar"/>
    <w:qFormat/>
    <w:rsid w:val="003208EC"/>
    <w:pPr>
      <w:numPr>
        <w:numId w:val="1"/>
      </w:numPr>
      <w:tabs>
        <w:tab w:val="left" w:pos="851"/>
      </w:tabs>
      <w:ind w:left="0" w:hanging="709"/>
    </w:pPr>
  </w:style>
  <w:style w:type="character" w:customStyle="1" w:styleId="prrafonumeradoCar">
    <w:name w:val="párrafo numerado Car"/>
    <w:basedOn w:val="prrafosinnumerarCar"/>
    <w:link w:val="prrafonumerado"/>
    <w:rsid w:val="000969F2"/>
    <w:rPr>
      <w:rFonts w:ascii="Arial" w:hAnsi="Arial" w:cs="Arial"/>
    </w:rPr>
  </w:style>
  <w:style w:type="character" w:customStyle="1" w:styleId="TtuloCar">
    <w:name w:val="Título Car"/>
    <w:basedOn w:val="Fuentedeprrafopredeter"/>
    <w:link w:val="Ttulo"/>
    <w:uiPriority w:val="10"/>
    <w:semiHidden/>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iPriority w:val="11"/>
    <w:semiHidden/>
    <w:unhideWhenUsed/>
    <w:qFormat/>
    <w:rsid w:val="009352AC"/>
    <w:rPr>
      <w:b/>
      <w:bCs/>
      <w:caps/>
    </w:rPr>
  </w:style>
  <w:style w:type="paragraph" w:styleId="TDC7">
    <w:name w:val="toc 7"/>
    <w:basedOn w:val="TDC6"/>
    <w:next w:val="Normal"/>
    <w:uiPriority w:val="39"/>
    <w:semiHidden/>
    <w:qFormat/>
    <w:rsid w:val="00061AF2"/>
    <w:rPr>
      <w:sz w:val="22"/>
    </w:rPr>
  </w:style>
  <w:style w:type="paragraph" w:styleId="TDC3">
    <w:name w:val="toc 3"/>
    <w:basedOn w:val="Normal"/>
    <w:next w:val="Normal"/>
    <w:autoRedefine/>
    <w:uiPriority w:val="39"/>
    <w:rsid w:val="00885BFC"/>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uiPriority w:val="1"/>
    <w:rsid w:val="000209A7"/>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uiPriority w:val="1"/>
    <w:rsid w:val="00B0099D"/>
    <w:rPr>
      <w:rFonts w:ascii="Arial" w:hAnsi="Arial" w:cs="Times New Roman (Body CS)"/>
      <w:b/>
      <w:color w:val="084C61"/>
      <w:lang w:val="en-GB"/>
    </w:rPr>
  </w:style>
  <w:style w:type="character" w:customStyle="1" w:styleId="SubttuloCar">
    <w:name w:val="Subtítulo Car"/>
    <w:basedOn w:val="Fuentedeprrafopredeter"/>
    <w:link w:val="Subttulo"/>
    <w:uiPriority w:val="11"/>
    <w:semiHidden/>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uiPriority w:val="20"/>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iPriority w:val="22"/>
    <w:unhideWhenUsed/>
    <w:qFormat/>
    <w:rsid w:val="00012807"/>
    <w:rPr>
      <w:rFonts w:ascii="Arial" w:hAnsi="Arial"/>
      <w:b/>
      <w:bCs/>
    </w:rPr>
  </w:style>
  <w:style w:type="paragraph" w:styleId="TDC4">
    <w:name w:val="toc 4"/>
    <w:basedOn w:val="Normal"/>
    <w:next w:val="Normal"/>
    <w:autoRedefine/>
    <w:uiPriority w:val="39"/>
    <w:rsid w:val="00885BFC"/>
    <w:pPr>
      <w:tabs>
        <w:tab w:val="right" w:leader="dot" w:pos="8494"/>
      </w:tabs>
      <w:spacing w:before="0" w:after="120"/>
      <w:ind w:left="1418" w:right="567" w:hanging="284"/>
    </w:pPr>
    <w:rPr>
      <w:noProof/>
      <w:sz w:val="20"/>
      <w:szCs w:val="20"/>
    </w:rPr>
  </w:style>
  <w:style w:type="paragraph" w:styleId="TDC5">
    <w:name w:val="toc 5"/>
    <w:basedOn w:val="Normal"/>
    <w:next w:val="Normal"/>
    <w:autoRedefine/>
    <w:uiPriority w:val="39"/>
    <w:rsid w:val="00937115"/>
    <w:pPr>
      <w:tabs>
        <w:tab w:val="right" w:leader="dot" w:pos="8494"/>
      </w:tabs>
      <w:spacing w:before="0" w:after="120"/>
      <w:ind w:left="1588" w:right="567" w:hanging="170"/>
    </w:pPr>
    <w:rPr>
      <w:noProof/>
      <w:sz w:val="20"/>
      <w:szCs w:val="20"/>
    </w:rPr>
  </w:style>
  <w:style w:type="paragraph" w:styleId="TDC6">
    <w:name w:val="toc 6"/>
    <w:basedOn w:val="Normal"/>
    <w:next w:val="Normal"/>
    <w:autoRedefine/>
    <w:uiPriority w:val="39"/>
    <w:rsid w:val="00937115"/>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uiPriority w:val="39"/>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basedOn w:val="Normal"/>
    <w:uiPriority w:val="3"/>
    <w:semiHidden/>
    <w:unhideWhenUsed/>
    <w:qFormat/>
    <w:rsid w:val="00B461B5"/>
    <w:pPr>
      <w:spacing w:before="120" w:after="120"/>
      <w:ind w:left="720"/>
    </w:pPr>
  </w:style>
  <w:style w:type="character" w:styleId="Hipervnculovisitado">
    <w:name w:val="FollowedHyperlink"/>
    <w:basedOn w:val="Fuentedeprrafopredeter"/>
    <w:uiPriority w:val="99"/>
    <w:semiHidden/>
    <w:unhideWhenUsed/>
    <w:rsid w:val="00E0488A"/>
    <w:rPr>
      <w:rFonts w:ascii="Arial" w:hAnsi="Arial"/>
      <w:color w:val="084C61" w:themeColor="followedHyperlink"/>
      <w:u w:val="single"/>
    </w:rPr>
  </w:style>
  <w:style w:type="paragraph" w:styleId="TDC9">
    <w:name w:val="toc 9"/>
    <w:basedOn w:val="Normal"/>
    <w:next w:val="Normal"/>
    <w:autoRedefine/>
    <w:uiPriority w:val="39"/>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iPriority w:val="35"/>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iPriority w:val="99"/>
    <w:semiHidden/>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iPriority w:val="99"/>
    <w:semiHidden/>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iPriority w:val="99"/>
    <w:semiHidden/>
    <w:unhideWhenUsed/>
    <w:rsid w:val="00507FFC"/>
    <w:pPr>
      <w:spacing w:after="120"/>
    </w:pPr>
  </w:style>
  <w:style w:type="character" w:customStyle="1" w:styleId="TextoindependienteCar">
    <w:name w:val="Texto independiente Car"/>
    <w:basedOn w:val="Fuentedeprrafopredeter"/>
    <w:link w:val="Textoindependiente"/>
    <w:uiPriority w:val="99"/>
    <w:semiHidden/>
    <w:rsid w:val="00507FFC"/>
    <w:rPr>
      <w:rFonts w:ascii="Arial" w:hAnsi="Arial"/>
    </w:rPr>
  </w:style>
  <w:style w:type="paragraph" w:styleId="Textoindependiente3">
    <w:name w:val="Body Text 3"/>
    <w:basedOn w:val="Normal"/>
    <w:link w:val="Textoindependiente3Car"/>
    <w:uiPriority w:val="99"/>
    <w:semiHidden/>
    <w:unhideWhenUsed/>
    <w:rsid w:val="00507FF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07FFC"/>
    <w:rPr>
      <w:rFonts w:ascii="Arial" w:hAnsi="Arial"/>
      <w:sz w:val="16"/>
      <w:szCs w:val="16"/>
    </w:rPr>
  </w:style>
  <w:style w:type="paragraph" w:styleId="Asuntodelcomentario">
    <w:name w:val="annotation subject"/>
    <w:basedOn w:val="Textocomentario"/>
    <w:next w:val="Textocomentario"/>
    <w:link w:val="AsuntodelcomentarioCar"/>
    <w:uiPriority w:val="99"/>
    <w:semiHidden/>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iPriority w:val="99"/>
    <w:semiHidden/>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uiPriority w:val="99"/>
    <w:semiHidden/>
    <w:rsid w:val="00507FFC"/>
    <w:rPr>
      <w:rFonts w:ascii="Arial" w:hAnsi="Arial"/>
    </w:rPr>
  </w:style>
  <w:style w:type="character" w:styleId="Refdenotaalfinal">
    <w:name w:val="endnote reference"/>
    <w:basedOn w:val="Fuentedeprrafopredeter"/>
    <w:uiPriority w:val="99"/>
    <w:semiHidden/>
    <w:unhideWhenUsed/>
    <w:rsid w:val="00507FFC"/>
    <w:rPr>
      <w:rFonts w:ascii="Arial" w:hAnsi="Arial"/>
      <w:vertAlign w:val="superscript"/>
    </w:rPr>
  </w:style>
  <w:style w:type="paragraph" w:styleId="Textonotaalfinal">
    <w:name w:val="endnote text"/>
    <w:basedOn w:val="Normal"/>
    <w:link w:val="TextonotaalfinalCar"/>
    <w:uiPriority w:val="99"/>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07FFC"/>
    <w:rPr>
      <w:rFonts w:ascii="Arial" w:hAnsi="Arial"/>
      <w:sz w:val="20"/>
      <w:szCs w:val="20"/>
    </w:rPr>
  </w:style>
  <w:style w:type="paragraph" w:styleId="Direccinsobre">
    <w:name w:val="envelope address"/>
    <w:basedOn w:val="Normal"/>
    <w:uiPriority w:val="99"/>
    <w:semiHidden/>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iPriority w:val="99"/>
    <w:semiHidden/>
    <w:unhideWhenUsed/>
    <w:rsid w:val="00507FFC"/>
    <w:pPr>
      <w:spacing w:before="0" w:after="0" w:line="240" w:lineRule="auto"/>
    </w:pPr>
    <w:rPr>
      <w:rFonts w:eastAsiaTheme="majorEastAsia" w:cstheme="majorBidi"/>
      <w:sz w:val="20"/>
      <w:szCs w:val="20"/>
    </w:rPr>
  </w:style>
  <w:style w:type="character" w:styleId="Hashtag">
    <w:name w:val="Hashtag"/>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iPriority w:val="99"/>
    <w:semiHidden/>
    <w:unhideWhenUsed/>
    <w:rsid w:val="00507FFC"/>
    <w:rPr>
      <w:rFonts w:ascii="Arial" w:hAnsi="Arial"/>
    </w:rPr>
  </w:style>
  <w:style w:type="paragraph" w:styleId="DireccinHTML">
    <w:name w:val="HTML Address"/>
    <w:basedOn w:val="Normal"/>
    <w:link w:val="DireccinHTMLCar"/>
    <w:uiPriority w:val="99"/>
    <w:semiHidden/>
    <w:unhideWhenUsed/>
    <w:rsid w:val="00507FFC"/>
    <w:pPr>
      <w:spacing w:before="0" w:after="0" w:line="240" w:lineRule="auto"/>
    </w:pPr>
    <w:rPr>
      <w:i/>
      <w:iCs/>
    </w:rPr>
  </w:style>
  <w:style w:type="character" w:customStyle="1" w:styleId="DireccinHTMLCar">
    <w:name w:val="Dirección HTML Car"/>
    <w:basedOn w:val="Fuentedeprrafopredeter"/>
    <w:link w:val="DireccinHTML"/>
    <w:uiPriority w:val="99"/>
    <w:semiHidden/>
    <w:rsid w:val="00507FFC"/>
    <w:rPr>
      <w:rFonts w:ascii="Arial" w:hAnsi="Arial"/>
      <w:i/>
      <w:iCs/>
    </w:rPr>
  </w:style>
  <w:style w:type="paragraph" w:styleId="ndice1">
    <w:name w:val="index 1"/>
    <w:basedOn w:val="Normal"/>
    <w:next w:val="Normal"/>
    <w:autoRedefine/>
    <w:uiPriority w:val="99"/>
    <w:semiHidden/>
    <w:unhideWhenUsed/>
    <w:rsid w:val="00507FFC"/>
    <w:pPr>
      <w:spacing w:before="0" w:after="0" w:line="240" w:lineRule="auto"/>
      <w:ind w:left="240" w:hanging="240"/>
    </w:pPr>
  </w:style>
  <w:style w:type="paragraph" w:styleId="Ttulodendice">
    <w:name w:val="index heading"/>
    <w:basedOn w:val="TtuloTDC"/>
    <w:next w:val="ndice1"/>
    <w:uiPriority w:val="99"/>
    <w:unhideWhenUsed/>
    <w:rsid w:val="008E6E38"/>
  </w:style>
  <w:style w:type="paragraph" w:styleId="Tabladeilustraciones">
    <w:name w:val="table of figures"/>
    <w:basedOn w:val="Normal"/>
    <w:next w:val="Normal"/>
    <w:uiPriority w:val="99"/>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iPriority w:val="99"/>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uiPriority w:val="4"/>
    <w:semiHidden/>
    <w:qFormat/>
    <w:rsid w:val="006C7718"/>
    <w:pPr>
      <w:jc w:val="both"/>
    </w:pPr>
    <w:rPr>
      <w:rFonts w:ascii="Arial" w:hAnsi="Arial"/>
    </w:rPr>
  </w:style>
  <w:style w:type="numbering" w:customStyle="1" w:styleId="ResolucinSC">
    <w:name w:val="Resolución_SC"/>
    <w:uiPriority w:val="99"/>
    <w:rsid w:val="00652438"/>
    <w:pPr>
      <w:numPr>
        <w:numId w:val="5"/>
      </w:numPr>
    </w:pPr>
  </w:style>
  <w:style w:type="numbering" w:customStyle="1" w:styleId="Numrico">
    <w:name w:val="Numérico"/>
    <w:uiPriority w:val="99"/>
    <w:rsid w:val="00353DE3"/>
    <w:pPr>
      <w:numPr>
        <w:numId w:val="18"/>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400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1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nmc.age\SYSVOL\cnmc.age\scripts\PlantillasOffice\PLANTILLA%20NORMAL_.dotx" TargetMode="Externa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A98A0FF2992F4A8A312A37BC08C7C0" ma:contentTypeVersion="0" ma:contentTypeDescription="Crear nuevo documento." ma:contentTypeScope="" ma:versionID="dd7cb809da6d22c7b476ef7042e5950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082CC-92D1-2345-AA5F-A34668F7860D}">
  <ds:schemaRefs>
    <ds:schemaRef ds:uri="http://schemas.openxmlformats.org/officeDocument/2006/bibliography"/>
  </ds:schemaRefs>
</ds:datastoreItem>
</file>

<file path=customXml/itemProps2.xml><?xml version="1.0" encoding="utf-8"?>
<ds:datastoreItem xmlns:ds="http://schemas.openxmlformats.org/officeDocument/2006/customXml" ds:itemID="{98DB513B-2FC0-40F6-A559-6C899C1B4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EA5EB0-A6F9-43B8-AF9E-AAEE173AB63A}">
  <ds:schemaRefs>
    <ds:schemaRef ds:uri="http://schemas.microsoft.com/sharepoint/v3/contenttype/forms"/>
  </ds:schemaRefs>
</ds:datastoreItem>
</file>

<file path=customXml/itemProps4.xml><?xml version="1.0" encoding="utf-8"?>
<ds:datastoreItem xmlns:ds="http://schemas.openxmlformats.org/officeDocument/2006/customXml" ds:itemID="{3C8B4D6C-BE72-4DF3-A441-3C0414C39E0C}">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PLANTILLA NORMAL_</Template>
  <TotalTime>4</TotalTime>
  <Pages>1</Pages>
  <Words>124</Words>
  <Characters>712</Characters>
  <Application>Microsoft Office Word</Application>
  <DocSecurity>0</DocSecurity>
  <Lines>5</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NORMAL_</vt: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NORMAL_</dc:title>
  <dc:subject/>
  <dc:creator>Rofes Fernández, José</dc:creator>
  <cp:keywords/>
  <dc:description/>
  <cp:lastModifiedBy>SAMCE</cp:lastModifiedBy>
  <cp:revision>11</cp:revision>
  <cp:lastPrinted>2022-03-29T11:19:00Z</cp:lastPrinted>
  <dcterms:created xsi:type="dcterms:W3CDTF">2022-06-23T09:11:00Z</dcterms:created>
  <dcterms:modified xsi:type="dcterms:W3CDTF">2025-04-30T11:18:00Z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0x0101006CA98A0FF2992F4A8A312A37BC08C7C0</vt:lpwstr>
  </property>
  <property fmtid="{D5CDD505-2E9C-101B-9397-08002B2CF9AE}" pid="3" name="MSIP_Label_17707d3e-ee9a-4b44-b9d3-ec2af873d3b4_Enabled">
    <vt:lpwstr>true</vt:lpwstr>
  </property>
  <property fmtid="{D5CDD505-2E9C-101B-9397-08002B2CF9AE}" pid="4" name="MSIP_Label_17707d3e-ee9a-4b44-b9d3-ec2af873d3b4_SetDate">
    <vt:lpwstr>2023-04-25T06:17:03Z</vt:lpwstr>
  </property>
  <property fmtid="{D5CDD505-2E9C-101B-9397-08002B2CF9AE}" pid="5" name="MSIP_Label_17707d3e-ee9a-4b44-b9d3-ec2af873d3b4_Method">
    <vt:lpwstr>Privileged</vt:lpwstr>
  </property>
  <property fmtid="{D5CDD505-2E9C-101B-9397-08002B2CF9AE}" pid="6" name="MSIP_Label_17707d3e-ee9a-4b44-b9d3-ec2af873d3b4_Name">
    <vt:lpwstr>PUBLICA</vt:lpwstr>
  </property>
  <property fmtid="{D5CDD505-2E9C-101B-9397-08002B2CF9AE}" pid="7" name="MSIP_Label_17707d3e-ee9a-4b44-b9d3-ec2af873d3b4_SiteId">
    <vt:lpwstr>6aa9af7d-66e3-4309-b8d7-e4aef08e5761</vt:lpwstr>
  </property>
  <property fmtid="{D5CDD505-2E9C-101B-9397-08002B2CF9AE}" pid="8" name="MSIP_Label_17707d3e-ee9a-4b44-b9d3-ec2af873d3b4_ActionId">
    <vt:lpwstr>e476a4f2-e54a-4b39-bbef-c2b3bf3f5937</vt:lpwstr>
  </property>
  <property fmtid="{D5CDD505-2E9C-101B-9397-08002B2CF9AE}" pid="9" name="MSIP_Label_17707d3e-ee9a-4b44-b9d3-ec2af873d3b4_ContentBits">
    <vt:lpwstr>0</vt:lpwstr>
  </property>
</Properties>
</file>